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56E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826C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826CF">
        <w:rPr>
          <w:rFonts w:ascii="Corbel" w:hAnsi="Corbel"/>
          <w:bCs/>
          <w:i/>
        </w:rPr>
        <w:t>23</w:t>
      </w:r>
    </w:p>
    <w:p w14:paraId="5FCD994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7D738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7276">
        <w:rPr>
          <w:rFonts w:ascii="Corbel" w:hAnsi="Corbel"/>
          <w:b/>
          <w:smallCaps/>
          <w:sz w:val="24"/>
          <w:szCs w:val="24"/>
        </w:rPr>
        <w:t>2024- 2027</w:t>
      </w:r>
    </w:p>
    <w:p w14:paraId="00C7151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80A243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0405">
        <w:rPr>
          <w:rFonts w:ascii="Corbel" w:hAnsi="Corbel"/>
          <w:sz w:val="20"/>
          <w:szCs w:val="20"/>
        </w:rPr>
        <w:t>202</w:t>
      </w:r>
      <w:r w:rsidR="008D7276">
        <w:rPr>
          <w:rFonts w:ascii="Corbel" w:hAnsi="Corbel"/>
          <w:sz w:val="20"/>
          <w:szCs w:val="20"/>
        </w:rPr>
        <w:t>6</w:t>
      </w:r>
      <w:r w:rsidR="003E72EB">
        <w:rPr>
          <w:rFonts w:ascii="Corbel" w:hAnsi="Corbel"/>
          <w:sz w:val="20"/>
          <w:szCs w:val="20"/>
        </w:rPr>
        <w:t>/20</w:t>
      </w:r>
      <w:r w:rsidR="00470386">
        <w:rPr>
          <w:rFonts w:ascii="Corbel" w:hAnsi="Corbel"/>
          <w:sz w:val="20"/>
          <w:szCs w:val="20"/>
        </w:rPr>
        <w:t>2</w:t>
      </w:r>
      <w:r w:rsidR="008D7276">
        <w:rPr>
          <w:rFonts w:ascii="Corbel" w:hAnsi="Corbel"/>
          <w:sz w:val="20"/>
          <w:szCs w:val="20"/>
        </w:rPr>
        <w:t>7</w:t>
      </w:r>
    </w:p>
    <w:p w14:paraId="11DD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6D1C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572914" w14:textId="77777777" w:rsidTr="00B819C8">
        <w:tc>
          <w:tcPr>
            <w:tcW w:w="2694" w:type="dxa"/>
            <w:vAlign w:val="center"/>
          </w:tcPr>
          <w:p w14:paraId="39D84E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577CAF" w14:textId="77777777" w:rsidR="0085747A" w:rsidRPr="009C54AE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9C54AE" w14:paraId="5B3E12D3" w14:textId="77777777" w:rsidTr="00B819C8">
        <w:tc>
          <w:tcPr>
            <w:tcW w:w="2694" w:type="dxa"/>
            <w:vAlign w:val="center"/>
          </w:tcPr>
          <w:p w14:paraId="2FCFC6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FED4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E620D98" w14:textId="77777777" w:rsidTr="00B819C8">
        <w:tc>
          <w:tcPr>
            <w:tcW w:w="2694" w:type="dxa"/>
            <w:vAlign w:val="center"/>
          </w:tcPr>
          <w:p w14:paraId="776520D6" w14:textId="77777777" w:rsidR="0085747A" w:rsidRPr="009C54AE" w:rsidRDefault="00820D5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A99911" w14:textId="77777777" w:rsidR="0085747A" w:rsidRPr="009C54AE" w:rsidRDefault="0032429F" w:rsidP="006C21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C216D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3EB53EBA" w14:textId="77777777" w:rsidTr="00B819C8">
        <w:tc>
          <w:tcPr>
            <w:tcW w:w="2694" w:type="dxa"/>
            <w:vAlign w:val="center"/>
          </w:tcPr>
          <w:p w14:paraId="42B07A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4A0BD9" w14:textId="77777777" w:rsidR="0085747A" w:rsidRPr="009C54AE" w:rsidRDefault="0032429F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38D0C38" w14:textId="77777777" w:rsidTr="00B819C8">
        <w:tc>
          <w:tcPr>
            <w:tcW w:w="2694" w:type="dxa"/>
            <w:vAlign w:val="center"/>
          </w:tcPr>
          <w:p w14:paraId="4A3436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1E4013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7175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5186EE40" w14:textId="77777777" w:rsidTr="00B819C8">
        <w:tc>
          <w:tcPr>
            <w:tcW w:w="2694" w:type="dxa"/>
            <w:vAlign w:val="center"/>
          </w:tcPr>
          <w:p w14:paraId="451A8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FC0CE2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36165151" w14:textId="77777777" w:rsidTr="00B819C8">
        <w:tc>
          <w:tcPr>
            <w:tcW w:w="2694" w:type="dxa"/>
            <w:vAlign w:val="center"/>
          </w:tcPr>
          <w:p w14:paraId="406EF7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111317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EDA6FA" w14:textId="77777777" w:rsidTr="00B819C8">
        <w:tc>
          <w:tcPr>
            <w:tcW w:w="2694" w:type="dxa"/>
            <w:vAlign w:val="center"/>
          </w:tcPr>
          <w:p w14:paraId="113A62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F1D10D" w14:textId="1F5FE6F1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6729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7D8CA920" w14:textId="77777777" w:rsidTr="00B819C8">
        <w:tc>
          <w:tcPr>
            <w:tcW w:w="2694" w:type="dxa"/>
            <w:vAlign w:val="center"/>
          </w:tcPr>
          <w:p w14:paraId="522BBB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B3FA0D" w14:textId="33AE0CDD" w:rsidR="0085747A" w:rsidRPr="009C54AE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2164D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67298">
              <w:rPr>
                <w:rFonts w:ascii="Corbel" w:hAnsi="Corbel"/>
                <w:b w:val="0"/>
                <w:sz w:val="24"/>
                <w:szCs w:val="24"/>
              </w:rPr>
              <w:t>V,</w:t>
            </w:r>
            <w:r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85747A" w:rsidRPr="009C54AE" w14:paraId="6787E0DF" w14:textId="77777777" w:rsidTr="00B819C8">
        <w:tc>
          <w:tcPr>
            <w:tcW w:w="2694" w:type="dxa"/>
            <w:vAlign w:val="center"/>
          </w:tcPr>
          <w:p w14:paraId="18411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85AE99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1423175" w14:textId="77777777" w:rsidTr="00B819C8">
        <w:tc>
          <w:tcPr>
            <w:tcW w:w="2694" w:type="dxa"/>
            <w:vAlign w:val="center"/>
          </w:tcPr>
          <w:p w14:paraId="62CABB2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7BAA55" w14:textId="77777777"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13C8CF2" w14:textId="77777777" w:rsidTr="00B819C8">
        <w:tc>
          <w:tcPr>
            <w:tcW w:w="2694" w:type="dxa"/>
            <w:vAlign w:val="center"/>
          </w:tcPr>
          <w:p w14:paraId="037020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934EA2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14:paraId="1C81E148" w14:textId="77777777" w:rsidTr="00B819C8">
        <w:tc>
          <w:tcPr>
            <w:tcW w:w="2694" w:type="dxa"/>
            <w:vAlign w:val="center"/>
          </w:tcPr>
          <w:p w14:paraId="1AF7EF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AE446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AC48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71721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325D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3627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4C1C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5BB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789A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3F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8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65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6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A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BE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3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C2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F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A901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9F4F" w14:textId="77777777" w:rsidR="00015B8F" w:rsidRPr="009C54AE" w:rsidRDefault="00D615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F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49DA" w14:textId="77777777"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0D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7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7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7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C9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8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264C" w14:textId="77777777" w:rsidR="00015B8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B63BD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9D85" w14:textId="77777777"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D79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F214" w14:textId="77777777"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DF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82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821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711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624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EF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9166" w14:textId="77777777" w:rsidR="0030395F" w:rsidRPr="009C54AE" w:rsidRDefault="00360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6DF56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CEB5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8DC1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48E59E" w14:textId="77777777" w:rsidR="0085747A" w:rsidRPr="009C54AE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55F3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9DD2D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AE40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DCD4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4D8888E" w14:textId="77777777" w:rsidR="009C54AE" w:rsidRDefault="00CD3C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1FB8B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5A7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6F63B" w14:textId="77777777" w:rsidTr="00745302">
        <w:tc>
          <w:tcPr>
            <w:tcW w:w="9670" w:type="dxa"/>
          </w:tcPr>
          <w:p w14:paraId="5775FCBD" w14:textId="77777777" w:rsidR="0085747A" w:rsidRPr="009C54AE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  <w:r w:rsidR="00C33F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przedmiotu „Język komunikatów wizualnych</w:t>
            </w:r>
            <w:r w:rsidR="00C623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14:paraId="646DB99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ED11D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6E89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900D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6BAF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294F2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7EAB682" w14:textId="77777777" w:rsidTr="00626752">
        <w:tc>
          <w:tcPr>
            <w:tcW w:w="843" w:type="dxa"/>
            <w:vAlign w:val="center"/>
          </w:tcPr>
          <w:p w14:paraId="18CDD1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EFADC9" w14:textId="77777777" w:rsidR="0085747A" w:rsidRPr="009C54AE" w:rsidRDefault="001166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w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>ykonani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i ocen</w:t>
            </w:r>
            <w:r w:rsidR="00FD41B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706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26752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14:paraId="126885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E1C48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CDAE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D2BB94" w14:textId="77777777" w:rsidTr="0016558F">
        <w:tc>
          <w:tcPr>
            <w:tcW w:w="1681" w:type="dxa"/>
            <w:vAlign w:val="center"/>
          </w:tcPr>
          <w:p w14:paraId="27A615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99868D4" w14:textId="77777777" w:rsidR="00740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6FA4E5A" w14:textId="77777777" w:rsidR="0085747A" w:rsidRPr="009C54AE" w:rsidRDefault="0085747A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55B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B9CBB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A1E9120" w14:textId="77777777" w:rsidTr="0016558F">
        <w:tc>
          <w:tcPr>
            <w:tcW w:w="1681" w:type="dxa"/>
          </w:tcPr>
          <w:p w14:paraId="7D72E3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B914AD4" w14:textId="77777777"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A329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14:paraId="4FF08B58" w14:textId="77777777"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14:paraId="456AAAA7" w14:textId="77777777" w:rsidTr="0016558F">
        <w:tc>
          <w:tcPr>
            <w:tcW w:w="1681" w:type="dxa"/>
          </w:tcPr>
          <w:p w14:paraId="61B250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C7B445" w14:textId="77777777"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pisze podstawowe procesy przetwarzania informacji zachodzące w czasie wykorzystania prezentacji multimedi</w:t>
            </w:r>
            <w:r w:rsidR="00C21A6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14:paraId="585B6626" w14:textId="77777777"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14:paraId="0FEC1A2C" w14:textId="77777777" w:rsidTr="0016558F">
        <w:tc>
          <w:tcPr>
            <w:tcW w:w="1681" w:type="dxa"/>
          </w:tcPr>
          <w:p w14:paraId="2821A3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D80E59B" w14:textId="77777777" w:rsidR="0085747A" w:rsidRPr="009C54AE" w:rsidRDefault="000F4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aprojektuje prezentację multimed</w:t>
            </w:r>
            <w:r w:rsidR="00AC7EAA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 w:rsidR="00582410"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14:paraId="44F541DA" w14:textId="77777777"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14:paraId="0775614F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285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7C6D" w14:textId="77777777"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najdzie potrzebne do wykonania prezentacji multimedialnej informacje oraz opisze możliwości różnych programów komputerowych do tworzenia prezentacji multimedi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DB4318"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087C" w14:textId="77777777"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14:paraId="10CEB1B7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B92A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333" w14:textId="77777777"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 xml:space="preserve"> analizę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 xml:space="preserve"> multimedialn</w:t>
            </w:r>
            <w:r w:rsidR="0099757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postulatów dotyczących tworzenia prezentacji multimedi</w:t>
            </w:r>
            <w:r w:rsidR="00633A58">
              <w:rPr>
                <w:rFonts w:ascii="Corbel" w:hAnsi="Corbel"/>
                <w:b w:val="0"/>
                <w:smallCaps w:val="0"/>
                <w:szCs w:val="24"/>
              </w:rPr>
              <w:t>alnej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CEA6" w14:textId="77777777"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14:paraId="20DC156B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340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39D0" w14:textId="77777777" w:rsidR="0016558F" w:rsidRPr="009C54AE" w:rsidRDefault="000F4F8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90D" w14:textId="77777777"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62E80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CB3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60C9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1176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DF183E" w14:textId="77777777" w:rsidTr="001001CD">
        <w:tc>
          <w:tcPr>
            <w:tcW w:w="9520" w:type="dxa"/>
          </w:tcPr>
          <w:p w14:paraId="6BEA69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F8E026" w14:textId="77777777" w:rsidTr="001001CD">
        <w:tc>
          <w:tcPr>
            <w:tcW w:w="9520" w:type="dxa"/>
          </w:tcPr>
          <w:p w14:paraId="7BB1BEF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4A121C0" w14:textId="77777777" w:rsidTr="001001CD">
        <w:tc>
          <w:tcPr>
            <w:tcW w:w="9520" w:type="dxa"/>
          </w:tcPr>
          <w:p w14:paraId="22BC15E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988C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57DA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55DFB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79B575" w14:textId="77777777" w:rsidTr="001001CD">
        <w:tc>
          <w:tcPr>
            <w:tcW w:w="9520" w:type="dxa"/>
          </w:tcPr>
          <w:p w14:paraId="1D74875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9C54AE" w14:paraId="226A8BFC" w14:textId="77777777" w:rsidTr="001001CD">
        <w:tc>
          <w:tcPr>
            <w:tcW w:w="9520" w:type="dxa"/>
          </w:tcPr>
          <w:p w14:paraId="4A330599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9C54AE" w14:paraId="60F94BD2" w14:textId="77777777" w:rsidTr="001001CD">
        <w:tc>
          <w:tcPr>
            <w:tcW w:w="9520" w:type="dxa"/>
          </w:tcPr>
          <w:p w14:paraId="6C890E5F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9C54AE" w14:paraId="33E56B7D" w14:textId="77777777" w:rsidTr="001001CD">
        <w:tc>
          <w:tcPr>
            <w:tcW w:w="9520" w:type="dxa"/>
          </w:tcPr>
          <w:p w14:paraId="56DE9420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9C54AE" w14:paraId="1807615C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686A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9C54AE" w14:paraId="116500D1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866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9C54AE" w14:paraId="3CF408C7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0ACB" w14:textId="77777777"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14:paraId="79019E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81CF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E1B8F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4CAC5" w14:textId="77777777" w:rsidR="00E960BB" w:rsidRPr="00174E3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74E30">
        <w:rPr>
          <w:rFonts w:ascii="Corbel" w:hAnsi="Corbel"/>
          <w:b w:val="0"/>
          <w:smallCaps w:val="0"/>
          <w:szCs w:val="24"/>
        </w:rPr>
        <w:t>wiczenia:</w:t>
      </w:r>
      <w:r>
        <w:rPr>
          <w:rFonts w:ascii="Corbel" w:hAnsi="Corbel"/>
          <w:b w:val="0"/>
          <w:smallCaps w:val="0"/>
          <w:szCs w:val="24"/>
        </w:rPr>
        <w:t xml:space="preserve"> zaprojektowanie prezentacji multimedialnej, praca z programami komputerowymi koniecznymi do wykonania prezentacji multimedialnej, ocena prezentacji</w:t>
      </w:r>
    </w:p>
    <w:p w14:paraId="19F3CC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0A308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F4E2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A981D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E79B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42A1E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490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D99E9" w14:textId="77777777" w:rsidTr="00B74B1F">
        <w:tc>
          <w:tcPr>
            <w:tcW w:w="1962" w:type="dxa"/>
            <w:vAlign w:val="center"/>
          </w:tcPr>
          <w:p w14:paraId="370C34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492FE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14BFC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72D07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421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E311D57" w14:textId="77777777" w:rsidTr="00B74B1F">
        <w:tc>
          <w:tcPr>
            <w:tcW w:w="1962" w:type="dxa"/>
          </w:tcPr>
          <w:p w14:paraId="1A863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9F3B778" w14:textId="60B71B03" w:rsidR="0085747A" w:rsidRPr="0055498E" w:rsidRDefault="00EC289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</w:p>
        </w:tc>
        <w:tc>
          <w:tcPr>
            <w:tcW w:w="2117" w:type="dxa"/>
          </w:tcPr>
          <w:p w14:paraId="05D241C0" w14:textId="77777777"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E91FFDE" w14:textId="77777777" w:rsidTr="00B74B1F">
        <w:tc>
          <w:tcPr>
            <w:tcW w:w="1962" w:type="dxa"/>
          </w:tcPr>
          <w:p w14:paraId="6D3F94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2F1E1A" w14:textId="6A9FF8F6" w:rsidR="0085747A" w:rsidRPr="009C54AE" w:rsidRDefault="00D475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</w:p>
        </w:tc>
        <w:tc>
          <w:tcPr>
            <w:tcW w:w="2117" w:type="dxa"/>
          </w:tcPr>
          <w:p w14:paraId="19A29DF2" w14:textId="77777777"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33C8F8C2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AEE9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CA28" w14:textId="161EF233"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2C23" w14:textId="77777777"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5C6B1ABB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ED3D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10EE" w14:textId="3C3E5988"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prezentacji multimedialnej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726" w14:textId="77777777"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31957ABC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4E2E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F0D0" w14:textId="3EFD896D" w:rsidR="00B74B1F" w:rsidRPr="00B74B1F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1495" w14:textId="77777777"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3EB39057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59A2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85CC" w14:textId="1F8DFE54" w:rsidR="00B74B1F" w:rsidRPr="009C54AE" w:rsidRDefault="00D475FB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prezentacji multimedialnej</w:t>
            </w:r>
            <w:bookmarkStart w:id="0" w:name="_GoBack"/>
            <w:bookmarkEnd w:id="0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DD2B" w14:textId="77777777"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9B52BA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587B8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8816C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207E2F" w14:textId="77777777" w:rsidTr="00923D7D">
        <w:tc>
          <w:tcPr>
            <w:tcW w:w="9670" w:type="dxa"/>
          </w:tcPr>
          <w:p w14:paraId="7EDDB7BC" w14:textId="77777777" w:rsidR="0085747A" w:rsidRPr="009C54AE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</w:t>
            </w:r>
            <w:r w:rsidR="008E04BF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  <w:p w14:paraId="1ADEAE65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D51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95BD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F04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6CBD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0BD8FEF" w14:textId="77777777" w:rsidTr="003E1941">
        <w:tc>
          <w:tcPr>
            <w:tcW w:w="4962" w:type="dxa"/>
            <w:vAlign w:val="center"/>
          </w:tcPr>
          <w:p w14:paraId="43A315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69D2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F255FA" w14:textId="77777777" w:rsidTr="00923D7D">
        <w:tc>
          <w:tcPr>
            <w:tcW w:w="4962" w:type="dxa"/>
          </w:tcPr>
          <w:p w14:paraId="53477AF8" w14:textId="77777777" w:rsidR="0085747A" w:rsidRPr="009C54AE" w:rsidRDefault="00C61DC5" w:rsidP="00A82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45704E" w14:textId="77777777" w:rsidR="0085747A" w:rsidRPr="009C54AE" w:rsidRDefault="002960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4EA6D0" w14:textId="77777777" w:rsidTr="00923D7D">
        <w:tc>
          <w:tcPr>
            <w:tcW w:w="4962" w:type="dxa"/>
          </w:tcPr>
          <w:p w14:paraId="5DD912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9BA862" w14:textId="77777777"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D97957C" w14:textId="77777777" w:rsidR="00C61DC5" w:rsidRPr="009C54AE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1992BD2" w14:textId="77777777" w:rsidTr="00923D7D">
        <w:tc>
          <w:tcPr>
            <w:tcW w:w="4962" w:type="dxa"/>
          </w:tcPr>
          <w:p w14:paraId="236261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45AFA7" w14:textId="77777777"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C704114" w14:textId="77777777"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597D8AEF" w14:textId="77777777"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14:paraId="4047D787" w14:textId="77777777"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2434AE" w14:textId="77777777"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05BA7F" w14:textId="77777777" w:rsidR="00C61DC5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5D07853" w14:textId="77777777" w:rsidR="00D03BED" w:rsidRDefault="00204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03BE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9A4C7FE" w14:textId="77777777" w:rsidR="00D03BED" w:rsidRPr="009C54AE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46DE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99A1405" w14:textId="77777777" w:rsidTr="00923D7D">
        <w:tc>
          <w:tcPr>
            <w:tcW w:w="4962" w:type="dxa"/>
          </w:tcPr>
          <w:p w14:paraId="4C32FB3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D5F33" w14:textId="77777777"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4F794CC" w14:textId="77777777" w:rsidTr="00923D7D">
        <w:tc>
          <w:tcPr>
            <w:tcW w:w="4962" w:type="dxa"/>
          </w:tcPr>
          <w:p w14:paraId="26FF04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610488" w14:textId="77777777" w:rsidR="0085747A" w:rsidRPr="009C54AE" w:rsidRDefault="004E3D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423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97A4E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F484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A3C0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7388CB8" w14:textId="77777777" w:rsidTr="0071620A">
        <w:trPr>
          <w:trHeight w:val="397"/>
        </w:trPr>
        <w:tc>
          <w:tcPr>
            <w:tcW w:w="3544" w:type="dxa"/>
          </w:tcPr>
          <w:p w14:paraId="622B34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845E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A2D3D82" w14:textId="77777777" w:rsidTr="0071620A">
        <w:trPr>
          <w:trHeight w:val="397"/>
        </w:trPr>
        <w:tc>
          <w:tcPr>
            <w:tcW w:w="3544" w:type="dxa"/>
          </w:tcPr>
          <w:p w14:paraId="3F7B44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FC5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9D83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C91A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0BDD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AB6643" w14:textId="77777777" w:rsidTr="0071620A">
        <w:trPr>
          <w:trHeight w:val="397"/>
        </w:trPr>
        <w:tc>
          <w:tcPr>
            <w:tcW w:w="7513" w:type="dxa"/>
          </w:tcPr>
          <w:p w14:paraId="59378888" w14:textId="77777777" w:rsidR="0085747A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7DA425" w14:textId="77777777" w:rsidR="00C47D2B" w:rsidRPr="005F52B2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5F52B2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14:paraId="690EF801" w14:textId="77777777" w:rsidR="005F52B2" w:rsidRPr="00C47D2B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14:paraId="7E4D3306" w14:textId="77777777" w:rsidR="00C47D2B" w:rsidRPr="009C54AE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A59ACD2" w14:textId="77777777" w:rsidTr="0071620A">
        <w:trPr>
          <w:trHeight w:val="397"/>
        </w:trPr>
        <w:tc>
          <w:tcPr>
            <w:tcW w:w="7513" w:type="dxa"/>
          </w:tcPr>
          <w:p w14:paraId="347F06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2B7D49" w14:textId="77777777" w:rsidR="005F52B2" w:rsidRPr="00CA7D79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14:paraId="07720B20" w14:textId="77777777" w:rsidR="005F52B2" w:rsidRPr="00CA7D79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CA7D79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14:paraId="3D21878B" w14:textId="77777777" w:rsidR="005F52B2" w:rsidRPr="009C54AE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D47DF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67B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2B89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B656B" w14:textId="77777777" w:rsidR="00234C2D" w:rsidRDefault="00234C2D" w:rsidP="00C16ABF">
      <w:pPr>
        <w:spacing w:after="0" w:line="240" w:lineRule="auto"/>
      </w:pPr>
      <w:r>
        <w:separator/>
      </w:r>
    </w:p>
  </w:endnote>
  <w:endnote w:type="continuationSeparator" w:id="0">
    <w:p w14:paraId="279B8500" w14:textId="77777777" w:rsidR="00234C2D" w:rsidRDefault="00234C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8F472" w14:textId="77777777" w:rsidR="00234C2D" w:rsidRDefault="00234C2D" w:rsidP="00C16ABF">
      <w:pPr>
        <w:spacing w:after="0" w:line="240" w:lineRule="auto"/>
      </w:pPr>
      <w:r>
        <w:separator/>
      </w:r>
    </w:p>
  </w:footnote>
  <w:footnote w:type="continuationSeparator" w:id="0">
    <w:p w14:paraId="21B69E1F" w14:textId="77777777" w:rsidR="00234C2D" w:rsidRDefault="00234C2D" w:rsidP="00C16ABF">
      <w:pPr>
        <w:spacing w:after="0" w:line="240" w:lineRule="auto"/>
      </w:pPr>
      <w:r>
        <w:continuationSeparator/>
      </w:r>
    </w:p>
  </w:footnote>
  <w:footnote w:id="1">
    <w:p w14:paraId="05344D9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A3D"/>
    <w:rsid w:val="00080BCB"/>
    <w:rsid w:val="00084C12"/>
    <w:rsid w:val="00091CCC"/>
    <w:rsid w:val="0009462C"/>
    <w:rsid w:val="00094B12"/>
    <w:rsid w:val="00096C46"/>
    <w:rsid w:val="000975EA"/>
    <w:rsid w:val="000A296F"/>
    <w:rsid w:val="000A2A28"/>
    <w:rsid w:val="000B192D"/>
    <w:rsid w:val="000B28EE"/>
    <w:rsid w:val="000B3E37"/>
    <w:rsid w:val="000D04B0"/>
    <w:rsid w:val="000F1C57"/>
    <w:rsid w:val="000F4F8B"/>
    <w:rsid w:val="000F5615"/>
    <w:rsid w:val="000F7209"/>
    <w:rsid w:val="001001CD"/>
    <w:rsid w:val="001166E5"/>
    <w:rsid w:val="00117F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6F66"/>
    <w:rsid w:val="001770C7"/>
    <w:rsid w:val="00192F37"/>
    <w:rsid w:val="001A12A4"/>
    <w:rsid w:val="001A3296"/>
    <w:rsid w:val="001A70D2"/>
    <w:rsid w:val="001C0BFC"/>
    <w:rsid w:val="001D205D"/>
    <w:rsid w:val="001D657B"/>
    <w:rsid w:val="001D7B54"/>
    <w:rsid w:val="001E0209"/>
    <w:rsid w:val="001F2CA2"/>
    <w:rsid w:val="001F4F12"/>
    <w:rsid w:val="0020429F"/>
    <w:rsid w:val="002144C0"/>
    <w:rsid w:val="0022477D"/>
    <w:rsid w:val="002278A9"/>
    <w:rsid w:val="002336F9"/>
    <w:rsid w:val="00234C2D"/>
    <w:rsid w:val="0024028F"/>
    <w:rsid w:val="00244ABC"/>
    <w:rsid w:val="00252BEC"/>
    <w:rsid w:val="00281FF2"/>
    <w:rsid w:val="002857DE"/>
    <w:rsid w:val="00291567"/>
    <w:rsid w:val="002960DA"/>
    <w:rsid w:val="002A22BF"/>
    <w:rsid w:val="002A2389"/>
    <w:rsid w:val="002A671D"/>
    <w:rsid w:val="002B4D55"/>
    <w:rsid w:val="002B5EA0"/>
    <w:rsid w:val="002B6119"/>
    <w:rsid w:val="002C1F06"/>
    <w:rsid w:val="002D2251"/>
    <w:rsid w:val="002D3375"/>
    <w:rsid w:val="002D73D4"/>
    <w:rsid w:val="002F02A3"/>
    <w:rsid w:val="002F4ABE"/>
    <w:rsid w:val="003016E4"/>
    <w:rsid w:val="003018BA"/>
    <w:rsid w:val="0030395F"/>
    <w:rsid w:val="00305C92"/>
    <w:rsid w:val="00313E53"/>
    <w:rsid w:val="003151C5"/>
    <w:rsid w:val="003155B1"/>
    <w:rsid w:val="0032429F"/>
    <w:rsid w:val="003343CF"/>
    <w:rsid w:val="00344F4C"/>
    <w:rsid w:val="00346FE9"/>
    <w:rsid w:val="0034759A"/>
    <w:rsid w:val="003503F6"/>
    <w:rsid w:val="00351263"/>
    <w:rsid w:val="003530DD"/>
    <w:rsid w:val="00360962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34BA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367"/>
    <w:rsid w:val="004C0F14"/>
    <w:rsid w:val="004D2246"/>
    <w:rsid w:val="004D5282"/>
    <w:rsid w:val="004E2542"/>
    <w:rsid w:val="004E3D90"/>
    <w:rsid w:val="004F1551"/>
    <w:rsid w:val="004F55A3"/>
    <w:rsid w:val="0050496F"/>
    <w:rsid w:val="00506769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33A58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C216D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3BDB"/>
    <w:rsid w:val="0071620A"/>
    <w:rsid w:val="00724677"/>
    <w:rsid w:val="00725459"/>
    <w:rsid w:val="007327BD"/>
    <w:rsid w:val="00734608"/>
    <w:rsid w:val="00740147"/>
    <w:rsid w:val="00745302"/>
    <w:rsid w:val="007461D6"/>
    <w:rsid w:val="00746DE8"/>
    <w:rsid w:val="00746EC8"/>
    <w:rsid w:val="00763BF1"/>
    <w:rsid w:val="00765D98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D20"/>
    <w:rsid w:val="0081554D"/>
    <w:rsid w:val="0081707E"/>
    <w:rsid w:val="00820D51"/>
    <w:rsid w:val="008234C5"/>
    <w:rsid w:val="008449B3"/>
    <w:rsid w:val="0085747A"/>
    <w:rsid w:val="00880405"/>
    <w:rsid w:val="00884922"/>
    <w:rsid w:val="00885F64"/>
    <w:rsid w:val="008917F9"/>
    <w:rsid w:val="008A45F7"/>
    <w:rsid w:val="008B7070"/>
    <w:rsid w:val="008C0CC0"/>
    <w:rsid w:val="008C19A9"/>
    <w:rsid w:val="008C379D"/>
    <w:rsid w:val="008C5147"/>
    <w:rsid w:val="008C5359"/>
    <w:rsid w:val="008C5363"/>
    <w:rsid w:val="008D3DFB"/>
    <w:rsid w:val="008D4FFB"/>
    <w:rsid w:val="008D7276"/>
    <w:rsid w:val="008E04BF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55BAC"/>
    <w:rsid w:val="00970489"/>
    <w:rsid w:val="0097175E"/>
    <w:rsid w:val="00981C7B"/>
    <w:rsid w:val="00997574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97"/>
    <w:rsid w:val="00A826CF"/>
    <w:rsid w:val="00A84C85"/>
    <w:rsid w:val="00A92984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2"/>
    <w:rsid w:val="00C21A68"/>
    <w:rsid w:val="00C26CB7"/>
    <w:rsid w:val="00C324C1"/>
    <w:rsid w:val="00C32518"/>
    <w:rsid w:val="00C33FFD"/>
    <w:rsid w:val="00C36992"/>
    <w:rsid w:val="00C47D2B"/>
    <w:rsid w:val="00C56036"/>
    <w:rsid w:val="00C61DC5"/>
    <w:rsid w:val="00C62399"/>
    <w:rsid w:val="00C67E92"/>
    <w:rsid w:val="00C70A26"/>
    <w:rsid w:val="00C766DF"/>
    <w:rsid w:val="00C94B98"/>
    <w:rsid w:val="00CA2B96"/>
    <w:rsid w:val="00CA5089"/>
    <w:rsid w:val="00CA7D79"/>
    <w:rsid w:val="00CB42CB"/>
    <w:rsid w:val="00CD3C09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434A9"/>
    <w:rsid w:val="00D475FB"/>
    <w:rsid w:val="00D552B2"/>
    <w:rsid w:val="00D608D1"/>
    <w:rsid w:val="00D61575"/>
    <w:rsid w:val="00D74119"/>
    <w:rsid w:val="00D8075B"/>
    <w:rsid w:val="00D8678B"/>
    <w:rsid w:val="00DA2114"/>
    <w:rsid w:val="00DB4318"/>
    <w:rsid w:val="00DC7C8A"/>
    <w:rsid w:val="00DE09C0"/>
    <w:rsid w:val="00DE4A14"/>
    <w:rsid w:val="00DE4A93"/>
    <w:rsid w:val="00DF320D"/>
    <w:rsid w:val="00DF71C8"/>
    <w:rsid w:val="00E129B8"/>
    <w:rsid w:val="00E21E7D"/>
    <w:rsid w:val="00E22FBC"/>
    <w:rsid w:val="00E24BF5"/>
    <w:rsid w:val="00E25338"/>
    <w:rsid w:val="00E27393"/>
    <w:rsid w:val="00E411A5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289A"/>
    <w:rsid w:val="00EC4899"/>
    <w:rsid w:val="00ED03AB"/>
    <w:rsid w:val="00ED32D2"/>
    <w:rsid w:val="00EE32DE"/>
    <w:rsid w:val="00EE5457"/>
    <w:rsid w:val="00F070AB"/>
    <w:rsid w:val="00F17567"/>
    <w:rsid w:val="00F2164D"/>
    <w:rsid w:val="00F27A7B"/>
    <w:rsid w:val="00F526AF"/>
    <w:rsid w:val="00F5383A"/>
    <w:rsid w:val="00F617C3"/>
    <w:rsid w:val="00F67298"/>
    <w:rsid w:val="00F7066B"/>
    <w:rsid w:val="00F83B28"/>
    <w:rsid w:val="00FA46E5"/>
    <w:rsid w:val="00FB7DBA"/>
    <w:rsid w:val="00FC1C25"/>
    <w:rsid w:val="00FC3F45"/>
    <w:rsid w:val="00FD41B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3010"/>
  <w15:docId w15:val="{9BDF9CCD-92DE-4725-9A96-76BBB3F5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ECE7-AEFC-4898-94DA-746A0E23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3</cp:revision>
  <cp:lastPrinted>2020-01-14T10:58:00Z</cp:lastPrinted>
  <dcterms:created xsi:type="dcterms:W3CDTF">2024-09-14T12:55:00Z</dcterms:created>
  <dcterms:modified xsi:type="dcterms:W3CDTF">2024-09-14T13:01:00Z</dcterms:modified>
</cp:coreProperties>
</file>